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44DF">
        <w:rPr>
          <w:rFonts w:ascii="Arial" w:hAnsi="Arial" w:cs="Arial"/>
          <w:b/>
          <w:caps/>
          <w:sz w:val="28"/>
          <w:szCs w:val="28"/>
        </w:rPr>
        <w:t>1795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644D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644DF">
              <w:rPr>
                <w:rFonts w:ascii="Arial" w:hAnsi="Arial" w:cs="Arial"/>
                <w:sz w:val="20"/>
                <w:szCs w:val="20"/>
              </w:rPr>
              <w:t>Solicita a execução de operação tapa-buracos na Avenida Nicola Capucci, na região de esquina com a Rua Geraldo Nogueira de Macedo,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644DF">
        <w:rPr>
          <w:rFonts w:ascii="Arial" w:hAnsi="Arial" w:cs="Arial"/>
        </w:rPr>
        <w:t>à</w:t>
      </w:r>
      <w:r w:rsidR="009644DF" w:rsidRPr="009644DF">
        <w:rPr>
          <w:rFonts w:ascii="Arial" w:hAnsi="Arial" w:cs="Arial"/>
        </w:rPr>
        <w:t xml:space="preserve"> execução de operação tapa-buracos na Avenida Nicola Capucci, na região de esquina com a Rua Geraldo Nogueira de Macedo, no Bairro Cidade Jardim.</w:t>
      </w:r>
    </w:p>
    <w:p w:rsidR="009644DF" w:rsidRDefault="009644D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9644DF">
        <w:rPr>
          <w:rFonts w:ascii="Arial" w:hAnsi="Arial" w:cs="Arial"/>
        </w:rPr>
        <w:t>unícipe</w:t>
      </w:r>
      <w:r>
        <w:rPr>
          <w:rFonts w:ascii="Arial" w:hAnsi="Arial" w:cs="Arial"/>
        </w:rPr>
        <w:t>s reclamam das más condições da pavimentação, conforme ilustrado nas fotos anexas</w:t>
      </w:r>
      <w:r w:rsidRPr="009644DF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644DF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644DF">
        <w:rPr>
          <w:rFonts w:ascii="Arial" w:hAnsi="Arial" w:cs="Arial"/>
        </w:rPr>
        <w:t>15 de agosto de 2018.</w:t>
      </w:r>
    </w:p>
    <w:p w:rsidR="009644DF" w:rsidRDefault="009644D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44DF" w:rsidRDefault="009644D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44DF" w:rsidRDefault="009644D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44DF" w:rsidRDefault="009644DF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644DF" w:rsidRPr="00A34F2C" w:rsidRDefault="009644DF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644DF" w:rsidRDefault="009644DF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9644DF" w:rsidRDefault="009644D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644DF" w:rsidRDefault="009644DF" w:rsidP="009644DF">
      <w:pPr>
        <w:pStyle w:val="Pr-Fotos"/>
      </w:pPr>
      <w:bookmarkStart w:id="0" w:name="_GoBack"/>
      <w:r>
        <w:rPr>
          <w:noProof/>
          <w:lang w:eastAsia="pt-BR"/>
        </w:rPr>
        <w:lastRenderedPageBreak/>
        <w:drawing>
          <wp:inline distT="0" distB="0" distL="0" distR="0" wp14:anchorId="5B6C088A">
            <wp:extent cx="5958840" cy="3421380"/>
            <wp:effectExtent l="0" t="0" r="381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421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9644DF" w:rsidRDefault="009644DF" w:rsidP="009644DF">
      <w:pPr>
        <w:pStyle w:val="Pr-Fotos"/>
      </w:pPr>
      <w:r>
        <w:rPr>
          <w:noProof/>
          <w:lang w:eastAsia="pt-BR"/>
        </w:rPr>
        <w:drawing>
          <wp:inline distT="0" distB="0" distL="0" distR="0" wp14:anchorId="0D77A3AF">
            <wp:extent cx="5958840" cy="3421380"/>
            <wp:effectExtent l="0" t="0" r="381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421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44DF" w:rsidRPr="009644DF" w:rsidRDefault="009644DF" w:rsidP="009644DF">
      <w:pPr>
        <w:pStyle w:val="Pr-Fotos"/>
        <w:rPr>
          <w:i/>
        </w:rPr>
      </w:pPr>
      <w:r w:rsidRPr="009644DF">
        <w:rPr>
          <w:b/>
          <w:i/>
        </w:rPr>
        <w:t>FOTOS:</w:t>
      </w:r>
      <w:r w:rsidRPr="009644DF">
        <w:rPr>
          <w:i/>
        </w:rPr>
        <w:t xml:space="preserve"> Avenida Nicola Capucci, esquina com a Rua Geraldo Nogueira de Macedo, no Bairro Cidade Jardim.</w:t>
      </w:r>
    </w:p>
    <w:sectPr w:rsidR="009644DF" w:rsidRPr="009644D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EB4" w:rsidRDefault="00345EB4">
      <w:r>
        <w:separator/>
      </w:r>
    </w:p>
  </w:endnote>
  <w:endnote w:type="continuationSeparator" w:id="0">
    <w:p w:rsidR="00345EB4" w:rsidRDefault="0034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EB4" w:rsidRDefault="00345EB4">
      <w:r>
        <w:separator/>
      </w:r>
    </w:p>
  </w:footnote>
  <w:footnote w:type="continuationSeparator" w:id="0">
    <w:p w:rsidR="00345EB4" w:rsidRDefault="00345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44DF">
      <w:rPr>
        <w:rFonts w:ascii="Arial" w:hAnsi="Arial" w:cs="Arial"/>
        <w:b/>
        <w:sz w:val="20"/>
        <w:szCs w:val="20"/>
        <w:u w:val="single"/>
      </w:rPr>
      <w:t>1795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9644DF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47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47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5EB4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644D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3472E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6ADBC-3A16-4F40-9F82-A5C0F6C11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2018-08-13T19:01:00Z</cp:lastPrinted>
  <dcterms:created xsi:type="dcterms:W3CDTF">2018-08-13T19:01:00Z</dcterms:created>
  <dcterms:modified xsi:type="dcterms:W3CDTF">2018-08-13T19:01:00Z</dcterms:modified>
</cp:coreProperties>
</file>